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AB770" w14:textId="3A726523" w:rsidR="00F37F00" w:rsidRPr="0068220B" w:rsidRDefault="001613F4" w:rsidP="00044EB7">
      <w:r w:rsidRPr="001613F4">
        <w:rPr>
          <w:noProof/>
        </w:rPr>
        <w:drawing>
          <wp:inline distT="0" distB="0" distL="0" distR="0" wp14:anchorId="5172DE3E" wp14:editId="5C4ABE46">
            <wp:extent cx="7235825" cy="628205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5825" cy="628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3868B8" w14:textId="14FDBFD1" w:rsidR="004C7D07" w:rsidRDefault="004C7D07" w:rsidP="004C7D07">
      <w:r>
        <w:lastRenderedPageBreak/>
        <w:t xml:space="preserve">THEORETICAL MASS FOR </w:t>
      </w:r>
      <w:r w:rsidR="0068220B">
        <w:t>[</w:t>
      </w:r>
      <w:r w:rsidR="0023096B">
        <w:t>C</w:t>
      </w:r>
      <w:r w:rsidR="001613F4">
        <w:t>17H18O3S2+</w:t>
      </w:r>
      <w:proofErr w:type="gramStart"/>
      <w:r w:rsidR="0068220B">
        <w:t>H</w:t>
      </w:r>
      <w:r>
        <w:t>]</w:t>
      </w:r>
      <w:r w:rsidR="001613F4">
        <w:t>+</w:t>
      </w:r>
      <w:proofErr w:type="gramEnd"/>
      <w:r>
        <w:t xml:space="preserve"> = </w:t>
      </w:r>
      <w:r w:rsidR="001613F4">
        <w:t>335.077</w:t>
      </w:r>
    </w:p>
    <w:p w14:paraId="06DB471A" w14:textId="0CA03904" w:rsidR="00491A83" w:rsidRDefault="001613F4" w:rsidP="004C7D07">
      <w:r>
        <w:t xml:space="preserve">FOUND MASS: 352.1039      </w:t>
      </w:r>
      <w:r w:rsidRPr="001613F4">
        <w:t>C17 H22 O3 N S</w:t>
      </w:r>
      <w:proofErr w:type="gramStart"/>
      <w:r w:rsidRPr="001613F4">
        <w:t>2</w:t>
      </w:r>
      <w:r>
        <w:t xml:space="preserve">  [</w:t>
      </w:r>
      <w:proofErr w:type="gramEnd"/>
      <w:r>
        <w:t>M+NH4]+</w:t>
      </w:r>
    </w:p>
    <w:p w14:paraId="463A3B9B" w14:textId="5CC1F881" w:rsidR="001613F4" w:rsidRDefault="001613F4" w:rsidP="004C7D07">
      <w:r>
        <w:t>ERROR (PPM): 0.96</w:t>
      </w:r>
    </w:p>
    <w:p w14:paraId="45AEDB86" w14:textId="79B7FC28" w:rsidR="001613F4" w:rsidRDefault="001613F4" w:rsidP="004C7D07"/>
    <w:sectPr w:rsidR="001613F4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7F00"/>
    <w:rsid w:val="00044EB7"/>
    <w:rsid w:val="000E3EC1"/>
    <w:rsid w:val="001613F4"/>
    <w:rsid w:val="001C3256"/>
    <w:rsid w:val="0023096B"/>
    <w:rsid w:val="00275E2A"/>
    <w:rsid w:val="003362A6"/>
    <w:rsid w:val="0037624E"/>
    <w:rsid w:val="003B0136"/>
    <w:rsid w:val="003E6E4E"/>
    <w:rsid w:val="00491A83"/>
    <w:rsid w:val="004B040E"/>
    <w:rsid w:val="004C2A0A"/>
    <w:rsid w:val="004C7D07"/>
    <w:rsid w:val="00525E2E"/>
    <w:rsid w:val="00595483"/>
    <w:rsid w:val="00626E7A"/>
    <w:rsid w:val="0068220B"/>
    <w:rsid w:val="00863BE8"/>
    <w:rsid w:val="00A06372"/>
    <w:rsid w:val="00AA367B"/>
    <w:rsid w:val="00B14461"/>
    <w:rsid w:val="00B22530"/>
    <w:rsid w:val="00DA3507"/>
    <w:rsid w:val="00DC1254"/>
    <w:rsid w:val="00DF6EA1"/>
    <w:rsid w:val="00E126C3"/>
    <w:rsid w:val="00E751C4"/>
    <w:rsid w:val="00F37F00"/>
    <w:rsid w:val="00F45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90D57F"/>
  <w15:docId w15:val="{E500B294-BA27-4C7A-BE44-B2130D125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33</TotalTime>
  <Pages>2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Puchnarewicz, Malgorzata</cp:lastModifiedBy>
  <cp:revision>2</cp:revision>
  <dcterms:created xsi:type="dcterms:W3CDTF">2023-03-31T16:01:00Z</dcterms:created>
  <dcterms:modified xsi:type="dcterms:W3CDTF">2023-03-31T16:01:00Z</dcterms:modified>
</cp:coreProperties>
</file>